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C26" w:rsidRDefault="00822C26" w:rsidP="00A90018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ΤΟ ΨΑΛΤΗΡΙΟΝ</w:t>
      </w:r>
    </w:p>
    <w:p w:rsidR="00822C26" w:rsidRDefault="00822C26" w:rsidP="00A90018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ΜΕ ΣΥΝΤΟΜΗ ΕΡΜΗΝΕΙΑ</w:t>
      </w:r>
    </w:p>
    <w:p w:rsidR="00822C26" w:rsidRDefault="00822C26" w:rsidP="00A90018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(Απόδοση στην κοινή νεοελληνική)</w:t>
      </w:r>
    </w:p>
    <w:p w:rsidR="00822C26" w:rsidRDefault="00822C26" w:rsidP="00A90018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ΠΑΝ. Ν. ΤΡΕΜΠΕΛΑ.</w:t>
      </w:r>
    </w:p>
    <w:p w:rsidR="00822C26" w:rsidRPr="00A90018" w:rsidRDefault="00822C26" w:rsidP="001D7923">
      <w:pPr>
        <w:ind w:left="720" w:firstLine="720"/>
        <w:rPr>
          <w:sz w:val="48"/>
          <w:szCs w:val="48"/>
        </w:rPr>
      </w:pPr>
    </w:p>
    <w:p w:rsidR="00822C26" w:rsidRDefault="00822C26" w:rsidP="001D7923">
      <w:pPr>
        <w:ind w:left="720" w:firstLine="720"/>
        <w:rPr>
          <w:sz w:val="48"/>
          <w:szCs w:val="48"/>
        </w:rPr>
      </w:pPr>
      <w:r>
        <w:rPr>
          <w:sz w:val="48"/>
          <w:szCs w:val="48"/>
        </w:rPr>
        <w:t>ΨΑΛΜΟΣ ΡΚΘ’ (ΡΛ’). 129</w:t>
      </w:r>
    </w:p>
    <w:p w:rsidR="00822C26" w:rsidRDefault="00822C26" w:rsidP="001D7923">
      <w:pPr>
        <w:ind w:left="720" w:firstLine="720"/>
        <w:rPr>
          <w:sz w:val="48"/>
          <w:szCs w:val="48"/>
        </w:rPr>
      </w:pPr>
    </w:p>
    <w:p w:rsidR="00822C26" w:rsidRDefault="00822C26" w:rsidP="001D7923">
      <w:pPr>
        <w:ind w:left="720" w:firstLine="720"/>
        <w:rPr>
          <w:sz w:val="32"/>
          <w:szCs w:val="32"/>
        </w:rPr>
      </w:pPr>
      <w:r>
        <w:rPr>
          <w:sz w:val="48"/>
          <w:szCs w:val="48"/>
        </w:rPr>
        <w:tab/>
      </w:r>
      <w:r>
        <w:rPr>
          <w:sz w:val="32"/>
          <w:szCs w:val="32"/>
        </w:rPr>
        <w:t>Ωδή των αναβαθμών</w:t>
      </w:r>
    </w:p>
    <w:p w:rsidR="00822C26" w:rsidRDefault="00822C26" w:rsidP="001D7923">
      <w:pPr>
        <w:rPr>
          <w:sz w:val="32"/>
          <w:szCs w:val="32"/>
        </w:rPr>
      </w:pPr>
    </w:p>
    <w:p w:rsidR="00822C26" w:rsidRDefault="00822C26" w:rsidP="001D7923">
      <w:pPr>
        <w:ind w:left="360"/>
        <w:rPr>
          <w:sz w:val="36"/>
          <w:szCs w:val="36"/>
        </w:rPr>
      </w:pPr>
      <w:r>
        <w:rPr>
          <w:sz w:val="36"/>
          <w:szCs w:val="36"/>
        </w:rPr>
        <w:t xml:space="preserve">  </w:t>
      </w:r>
      <w:r w:rsidRPr="00D15E65">
        <w:rPr>
          <w:sz w:val="36"/>
          <w:szCs w:val="36"/>
        </w:rPr>
        <w:t xml:space="preserve">1 </w:t>
      </w:r>
      <w:r>
        <w:rPr>
          <w:sz w:val="36"/>
          <w:szCs w:val="36"/>
        </w:rPr>
        <w:t xml:space="preserve">Από τα βάθη της δυστυχίας μου και την άβυσσο των συμφορών μου κραύγασα σε Σένα, Κύριε. </w:t>
      </w:r>
    </w:p>
    <w:p w:rsidR="00822C26" w:rsidRDefault="00822C26" w:rsidP="001D7923">
      <w:pPr>
        <w:ind w:left="360"/>
        <w:rPr>
          <w:sz w:val="36"/>
          <w:szCs w:val="36"/>
        </w:rPr>
      </w:pPr>
      <w:r>
        <w:rPr>
          <w:sz w:val="36"/>
          <w:szCs w:val="36"/>
        </w:rPr>
        <w:t xml:space="preserve"> 2 Κύριε, άκουσε τη φωνή μου. Ας γίνουν προσεκτικά τα αυτιά Σου στη φωνή της δεήσεώς μου.</w:t>
      </w:r>
    </w:p>
    <w:p w:rsidR="00822C26" w:rsidRDefault="00822C26" w:rsidP="001D7923">
      <w:pPr>
        <w:ind w:left="360"/>
        <w:rPr>
          <w:sz w:val="36"/>
          <w:szCs w:val="36"/>
        </w:rPr>
      </w:pPr>
      <w:r>
        <w:rPr>
          <w:sz w:val="36"/>
          <w:szCs w:val="36"/>
        </w:rPr>
        <w:t xml:space="preserve"> 3 Εάν δεν παραβλέψεις τις ανομίες μου, αλλά προσηλώσεις το βλέμμα Σου σ’ αυτές, Κύριε, Κύριε, ποιος θα μπορέσει να σταθεί ενώπιόν Σου και να αντέξει το βάρος της κρίσεώς Σου;</w:t>
      </w:r>
    </w:p>
    <w:p w:rsidR="00822C26" w:rsidRDefault="00822C26" w:rsidP="001D7923">
      <w:pPr>
        <w:ind w:left="360"/>
        <w:rPr>
          <w:sz w:val="36"/>
          <w:szCs w:val="36"/>
        </w:rPr>
      </w:pPr>
      <w:r>
        <w:rPr>
          <w:sz w:val="36"/>
          <w:szCs w:val="36"/>
        </w:rPr>
        <w:t xml:space="preserve"> 4 Όμως Κύριε, από σένα πηγάζει ο ιλασμός και η άφεση των αμαρτιών.</w:t>
      </w:r>
    </w:p>
    <w:p w:rsidR="00822C26" w:rsidRDefault="00822C26" w:rsidP="001D7923">
      <w:pPr>
        <w:ind w:left="360"/>
        <w:rPr>
          <w:sz w:val="36"/>
          <w:szCs w:val="36"/>
        </w:rPr>
      </w:pPr>
      <w:r>
        <w:rPr>
          <w:sz w:val="36"/>
          <w:szCs w:val="36"/>
        </w:rPr>
        <w:t xml:space="preserve"> 5 Για το δικό Σου όνομα, που θυμίζει την αγάπη και την ευσπλαχνία Σου, σε περίμενα με υπομονή, Κύριε, και σε σένα στήριξα όλη μου την ελπίδα. </w:t>
      </w:r>
    </w:p>
    <w:p w:rsidR="00822C26" w:rsidRDefault="00822C26" w:rsidP="001D7923">
      <w:pPr>
        <w:ind w:left="360"/>
        <w:rPr>
          <w:sz w:val="36"/>
          <w:szCs w:val="36"/>
        </w:rPr>
      </w:pPr>
      <w:r>
        <w:rPr>
          <w:sz w:val="36"/>
          <w:szCs w:val="36"/>
        </w:rPr>
        <w:t xml:space="preserve"> 6 Η ψυχή μου περίμενε με ακλόνητη ελπίδα να εκπληρώσεις αυτό που υποσχέθηκες, ότι δηλαδή θα χαρίσεις την άφεση σε όσους ζητούν το έλεός Σου. Η ψυχή μου στήριξε την ελπίδα της στον Κύριο. Όλη την ημέρα· από πολύ νωρίς το πρωί, βαθιά χαράματα, μέχρι τη νύχτα. Αλλά και όλος ο ισραηλιτικός λαός από πολύ νωρίς το πρωί ας ελπίζει στον Κύριο.</w:t>
      </w:r>
    </w:p>
    <w:p w:rsidR="00822C26" w:rsidRDefault="00822C26" w:rsidP="001D7923">
      <w:pPr>
        <w:ind w:left="360"/>
        <w:rPr>
          <w:sz w:val="36"/>
          <w:szCs w:val="36"/>
        </w:rPr>
      </w:pPr>
      <w:r>
        <w:rPr>
          <w:sz w:val="36"/>
          <w:szCs w:val="36"/>
        </w:rPr>
        <w:t xml:space="preserve"> 7 Διότι μόνον ο Κύριος είναι η πηγή Του ελέους. Σ’ αυτόν υπάρχει η πραγματική σωτηρία· και την προσφέρει  πλούσια με διάφορους τρόπους.</w:t>
      </w:r>
    </w:p>
    <w:p w:rsidR="00822C26" w:rsidRDefault="00822C26" w:rsidP="001D7923">
      <w:pPr>
        <w:ind w:left="360"/>
        <w:rPr>
          <w:sz w:val="36"/>
          <w:szCs w:val="36"/>
        </w:rPr>
      </w:pPr>
      <w:r>
        <w:rPr>
          <w:sz w:val="36"/>
          <w:szCs w:val="36"/>
        </w:rPr>
        <w:t xml:space="preserve"> 8 Αυτός θα απαλλάξει και τον Ισραήλ από το βάρος όλων των αμαρτιών Του.</w:t>
      </w:r>
    </w:p>
    <w:p w:rsidR="00822C26" w:rsidRDefault="00822C26" w:rsidP="001D7923">
      <w:pPr>
        <w:ind w:left="360"/>
        <w:rPr>
          <w:sz w:val="36"/>
          <w:szCs w:val="36"/>
        </w:rPr>
      </w:pPr>
    </w:p>
    <w:p w:rsidR="00822C26" w:rsidRPr="00027C9B" w:rsidRDefault="00822C26" w:rsidP="00027C9B">
      <w:pPr>
        <w:spacing w:line="360" w:lineRule="auto"/>
        <w:jc w:val="center"/>
        <w:rPr>
          <w:rFonts w:ascii="Tahoma" w:hAnsi="Tahoma" w:cs="Tahoma"/>
          <w:b/>
        </w:rPr>
      </w:pPr>
    </w:p>
    <w:sectPr w:rsidR="00822C26" w:rsidRPr="00027C9B" w:rsidSect="002B6E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2C26" w:rsidRDefault="00822C26" w:rsidP="00027C9B">
      <w:pPr>
        <w:spacing w:after="0" w:line="240" w:lineRule="auto"/>
      </w:pPr>
      <w:r>
        <w:separator/>
      </w:r>
    </w:p>
  </w:endnote>
  <w:endnote w:type="continuationSeparator" w:id="1">
    <w:p w:rsidR="00822C26" w:rsidRDefault="00822C26" w:rsidP="00027C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C26" w:rsidRDefault="00822C2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C26" w:rsidRDefault="00822C26">
    <w:pPr>
      <w:pStyle w:val="Footer"/>
      <w:jc w:val="center"/>
    </w:pPr>
    <w:fldSimple w:instr=" PAGE   \* MERGEFORMAT ">
      <w:r>
        <w:rPr>
          <w:noProof/>
        </w:rPr>
        <w:t>1</w:t>
      </w:r>
    </w:fldSimple>
  </w:p>
  <w:p w:rsidR="00822C26" w:rsidRDefault="00822C2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C26" w:rsidRDefault="00822C2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2C26" w:rsidRDefault="00822C26" w:rsidP="00027C9B">
      <w:pPr>
        <w:spacing w:after="0" w:line="240" w:lineRule="auto"/>
      </w:pPr>
      <w:r>
        <w:separator/>
      </w:r>
    </w:p>
  </w:footnote>
  <w:footnote w:type="continuationSeparator" w:id="1">
    <w:p w:rsidR="00822C26" w:rsidRDefault="00822C26" w:rsidP="00027C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C26" w:rsidRDefault="00822C2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C26" w:rsidRDefault="00822C2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C26" w:rsidRDefault="00822C2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7C9B"/>
    <w:rsid w:val="00027C9B"/>
    <w:rsid w:val="000A1051"/>
    <w:rsid w:val="001D7923"/>
    <w:rsid w:val="002B6E6E"/>
    <w:rsid w:val="003D670F"/>
    <w:rsid w:val="00434DA9"/>
    <w:rsid w:val="0046686A"/>
    <w:rsid w:val="004920F8"/>
    <w:rsid w:val="00502B1E"/>
    <w:rsid w:val="006E7137"/>
    <w:rsid w:val="00822C26"/>
    <w:rsid w:val="00A90018"/>
    <w:rsid w:val="00D078C1"/>
    <w:rsid w:val="00D15E65"/>
    <w:rsid w:val="00EB0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E6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027C9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27C9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27C9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27C9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24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3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195</Words>
  <Characters>1055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Fostheoy</dc:creator>
  <cp:keywords/>
  <dc:description/>
  <cp:lastModifiedBy>user</cp:lastModifiedBy>
  <cp:revision>4</cp:revision>
  <dcterms:created xsi:type="dcterms:W3CDTF">2015-04-28T13:50:00Z</dcterms:created>
  <dcterms:modified xsi:type="dcterms:W3CDTF">2020-03-27T14:22:00Z</dcterms:modified>
</cp:coreProperties>
</file>